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344E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A1D4BDB" w14:textId="77777777" w:rsid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50F40140" w14:textId="77777777" w:rsidR="00F60E7C" w:rsidRPr="004F631B" w:rsidRDefault="00F60E7C" w:rsidP="00954B73">
      <w:pPr>
        <w:pStyle w:val="Bulleted1"/>
        <w:rPr>
          <w:rFonts w:ascii="Arial" w:hAnsi="Arial"/>
        </w:rPr>
      </w:pPr>
      <w:r w:rsidRPr="004F631B">
        <w:rPr>
          <w:rFonts w:ascii="Arial" w:hAnsi="Arial"/>
        </w:rPr>
        <w:t>de zithoogte van de wc-pot blijft ook na montage instelbaar (+8 cm)</w:t>
      </w:r>
    </w:p>
    <w:p w14:paraId="3B630D9D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20E0D6F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0264D8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687893E6" w14:textId="7468530C" w:rsidR="00810B4F" w:rsidRPr="00AE52C3" w:rsidRDefault="00810B4F" w:rsidP="00810B4F">
      <w:pPr>
        <w:pStyle w:val="Bulleted2"/>
        <w:rPr>
          <w:rFonts w:ascii="Arial" w:hAnsi="Arial"/>
        </w:rPr>
      </w:pPr>
      <w:r w:rsidRPr="00AE52C3">
        <w:rPr>
          <w:rFonts w:ascii="Arial" w:hAnsi="Arial"/>
        </w:rPr>
        <w:t xml:space="preserve">inbouwspoelreservoir: </w:t>
      </w:r>
      <w:r w:rsidR="00AE52C3">
        <w:rPr>
          <w:rFonts w:ascii="Arial" w:hAnsi="Arial"/>
        </w:rPr>
        <w:br/>
      </w:r>
      <w:r w:rsidRPr="00AE52C3">
        <w:rPr>
          <w:rFonts w:ascii="Arial" w:hAnsi="Arial"/>
        </w:rPr>
        <w:t xml:space="preserve">zie </w:t>
      </w:r>
      <w:r w:rsidR="00AE52C3">
        <w:rPr>
          <w:rFonts w:ascii="Arial" w:hAnsi="Arial"/>
        </w:rPr>
        <w:t>GEDETAILLEERDE BESCHRIJVING VAN HET INBOUWSPOELRESERVOIR</w:t>
      </w:r>
    </w:p>
    <w:p w14:paraId="74CEBB50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9F4E75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5B06F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627D55A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130B570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4AD581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918378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1161399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</w:t>
      </w:r>
      <w:r w:rsidR="0039643F">
        <w:rPr>
          <w:rFonts w:ascii="Arial" w:hAnsi="Arial"/>
        </w:rPr>
        <w:t>bovenaan gedeeltelijk open</w:t>
      </w:r>
      <w:r w:rsidRPr="00481D6E">
        <w:rPr>
          <w:rFonts w:ascii="Arial" w:hAnsi="Arial"/>
        </w:rPr>
        <w:t xml:space="preserve"> en gelast</w:t>
      </w:r>
    </w:p>
    <w:p w14:paraId="56FAB63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6B2D2974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3E9C404D" w14:textId="77777777" w:rsidR="00A72B2D" w:rsidRPr="004F631B" w:rsidRDefault="00454CF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verticale </w:t>
      </w:r>
      <w:r w:rsidR="009B11CA" w:rsidRPr="004F631B">
        <w:rPr>
          <w:rFonts w:ascii="Arial" w:hAnsi="Arial"/>
        </w:rPr>
        <w:t>vijzel</w:t>
      </w:r>
      <w:r w:rsidRPr="00454CFF">
        <w:rPr>
          <w:rFonts w:ascii="Arial" w:hAnsi="Arial"/>
        </w:rPr>
        <w:t xml:space="preserve"> </w:t>
      </w:r>
      <w:r w:rsidRPr="004F631B">
        <w:rPr>
          <w:rFonts w:ascii="Arial" w:hAnsi="Arial"/>
        </w:rPr>
        <w:t>voor de hoogte-instelling van de wc-pot</w:t>
      </w:r>
      <w:r w:rsidR="009B11CA" w:rsidRPr="004F631B">
        <w:rPr>
          <w:rFonts w:ascii="Arial" w:hAnsi="Arial"/>
        </w:rPr>
        <w:t>, die bewogen kan worden met een dopsleutel met sleutelwijdte 19</w:t>
      </w:r>
      <w:r w:rsidR="00D14D49">
        <w:rPr>
          <w:rFonts w:ascii="Arial" w:hAnsi="Arial"/>
        </w:rPr>
        <w:t xml:space="preserve">, via een schroef </w:t>
      </w:r>
      <w:r w:rsidR="009B11CA" w:rsidRPr="004F631B">
        <w:rPr>
          <w:rFonts w:ascii="Arial" w:hAnsi="Arial"/>
        </w:rPr>
        <w:t xml:space="preserve">toegankelijk via de </w:t>
      </w:r>
      <w:proofErr w:type="spellStart"/>
      <w:r w:rsidR="009B11CA" w:rsidRPr="004F631B">
        <w:rPr>
          <w:rFonts w:ascii="Arial" w:hAnsi="Arial"/>
        </w:rPr>
        <w:t>toezichtsopening</w:t>
      </w:r>
      <w:proofErr w:type="spellEnd"/>
      <w:r w:rsidR="00D14D49">
        <w:rPr>
          <w:rFonts w:ascii="Arial" w:hAnsi="Arial"/>
        </w:rPr>
        <w:t xml:space="preserve"> (bedieningsplaat)</w:t>
      </w:r>
      <w:r w:rsidR="009B11CA" w:rsidRPr="004F631B">
        <w:rPr>
          <w:rFonts w:ascii="Arial" w:hAnsi="Arial"/>
        </w:rPr>
        <w:t xml:space="preserve"> van het spoelreservoir, </w:t>
      </w:r>
    </w:p>
    <w:p w14:paraId="0B5B98E0" w14:textId="3BEC705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404871D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4CC0572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9DC3110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F52E7A3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A8D343B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66197101" w14:textId="77777777" w:rsidR="00CB10F3" w:rsidRPr="00A94B6B" w:rsidRDefault="00CB10F3" w:rsidP="00D426C3">
      <w:pPr>
        <w:pStyle w:val="Bulleted1"/>
        <w:rPr>
          <w:rFonts w:ascii="Arial" w:hAnsi="Arial"/>
        </w:rPr>
      </w:pPr>
      <w:bookmarkStart w:id="2" w:name="_Hlk37159541"/>
      <w:r w:rsidRPr="00A94B6B">
        <w:rPr>
          <w:rFonts w:ascii="Arial" w:hAnsi="Arial"/>
        </w:rPr>
        <w:t>extra afvoerbeugel om de uitgang (naar onder, rechts of links) van de flexibele afvoerbocht te bevestigen</w:t>
      </w:r>
      <w:bookmarkEnd w:id="2"/>
    </w:p>
    <w:p w14:paraId="79112EB1" w14:textId="77777777" w:rsidR="00F30601" w:rsidRPr="00A94B6B" w:rsidRDefault="00F30601" w:rsidP="00D426C3">
      <w:pPr>
        <w:pStyle w:val="Bulleted1"/>
        <w:rPr>
          <w:rFonts w:ascii="Arial" w:hAnsi="Arial"/>
        </w:rPr>
      </w:pPr>
      <w:r w:rsidRPr="00A94B6B">
        <w:rPr>
          <w:rFonts w:ascii="Arial" w:hAnsi="Arial"/>
        </w:rPr>
        <w:t xml:space="preserve">de spoelbocht </w:t>
      </w:r>
      <w:r w:rsidRPr="00A94B6B">
        <w:rPr>
          <w:rFonts w:ascii="Arial" w:hAnsi="Arial"/>
          <w:lang w:val="nl-BE"/>
        </w:rPr>
        <w:t xml:space="preserve">(ø56 </w:t>
      </w:r>
      <w:r w:rsidR="00BB0FFD" w:rsidRPr="00A94B6B">
        <w:rPr>
          <w:rFonts w:ascii="Arial" w:hAnsi="Arial"/>
          <w:lang w:val="nl-BE"/>
        </w:rPr>
        <w:t xml:space="preserve">mm </w:t>
      </w:r>
      <w:r w:rsidRPr="00A94B6B">
        <w:rPr>
          <w:rFonts w:ascii="Arial" w:hAnsi="Arial"/>
          <w:lang w:val="nl-BE"/>
        </w:rPr>
        <w:t>x ø45</w:t>
      </w:r>
      <w:r w:rsidR="00BB0FFD" w:rsidRPr="00A94B6B">
        <w:rPr>
          <w:rFonts w:ascii="Arial" w:hAnsi="Arial"/>
          <w:lang w:val="nl-BE"/>
        </w:rPr>
        <w:t xml:space="preserve"> mm</w:t>
      </w:r>
      <w:r w:rsidRPr="00A94B6B">
        <w:rPr>
          <w:rFonts w:ascii="Arial" w:hAnsi="Arial"/>
          <w:lang w:val="nl-BE"/>
        </w:rPr>
        <w:t>)</w:t>
      </w:r>
      <w:r w:rsidR="005F7E38" w:rsidRPr="00A94B6B">
        <w:rPr>
          <w:rFonts w:ascii="Arial" w:hAnsi="Arial"/>
          <w:lang w:val="nl-BE"/>
        </w:rPr>
        <w:t xml:space="preserve">, </w:t>
      </w:r>
      <w:bookmarkStart w:id="3" w:name="_Hlk37159556"/>
      <w:r w:rsidR="005F7E38" w:rsidRPr="00A94B6B">
        <w:rPr>
          <w:rFonts w:ascii="Arial" w:hAnsi="Arial"/>
          <w:lang w:val="nl-BE"/>
        </w:rPr>
        <w:t>uitschuifbaar over 8 cm</w:t>
      </w:r>
      <w:bookmarkEnd w:id="3"/>
      <w:r w:rsidR="005F7E38" w:rsidRPr="00A94B6B">
        <w:rPr>
          <w:rFonts w:ascii="Arial" w:hAnsi="Arial"/>
          <w:lang w:val="nl-BE"/>
        </w:rPr>
        <w:t>,</w:t>
      </w:r>
      <w:r w:rsidRPr="00A94B6B">
        <w:rPr>
          <w:rFonts w:ascii="Arial" w:hAnsi="Arial"/>
          <w:lang w:val="nl-BE"/>
        </w:rPr>
        <w:t xml:space="preserve"> van PE is verbonden </w:t>
      </w:r>
      <w:r w:rsidR="00DE4642" w:rsidRPr="00A94B6B">
        <w:rPr>
          <w:rFonts w:ascii="Arial" w:hAnsi="Arial"/>
          <w:lang w:val="nl-BE"/>
        </w:rPr>
        <w:t>met het inbouwspoelreservoir van PE door</w:t>
      </w:r>
      <w:r w:rsidRPr="00A94B6B">
        <w:rPr>
          <w:rFonts w:ascii="Arial" w:hAnsi="Arial"/>
          <w:lang w:val="nl-BE"/>
        </w:rPr>
        <w:t xml:space="preserve"> een</w:t>
      </w:r>
      <w:r w:rsidR="005B0110" w:rsidRPr="00A94B6B">
        <w:rPr>
          <w:rFonts w:ascii="Arial" w:hAnsi="Arial"/>
          <w:lang w:val="nl-BE"/>
        </w:rPr>
        <w:t xml:space="preserve"> steekverbinding</w:t>
      </w:r>
      <w:r w:rsidR="00DE4642" w:rsidRPr="00A94B6B">
        <w:rPr>
          <w:rFonts w:ascii="Arial" w:hAnsi="Arial"/>
          <w:lang w:val="nl-BE"/>
        </w:rPr>
        <w:t xml:space="preserve"> met dichting</w:t>
      </w:r>
    </w:p>
    <w:p w14:paraId="23393BC2" w14:textId="77777777" w:rsidR="00F30601" w:rsidRPr="000D65C9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5B633E7" w14:textId="77777777" w:rsidR="000D65C9" w:rsidRPr="00A94B6B" w:rsidRDefault="000D65C9" w:rsidP="00D426C3">
      <w:pPr>
        <w:pStyle w:val="Bulleted1"/>
        <w:rPr>
          <w:rFonts w:ascii="Arial" w:hAnsi="Arial"/>
        </w:rPr>
      </w:pPr>
      <w:bookmarkStart w:id="4" w:name="_Hlk37159619"/>
      <w:r w:rsidRPr="00A94B6B">
        <w:rPr>
          <w:rFonts w:ascii="Arial" w:hAnsi="Arial"/>
          <w:lang w:val="nl-BE"/>
        </w:rPr>
        <w:t>een bijkomende beugel houdt de spoelbocht op zijn plaats tijdens het uitschuiven ervan</w:t>
      </w:r>
      <w:bookmarkEnd w:id="4"/>
    </w:p>
    <w:p w14:paraId="19F20820" w14:textId="77777777" w:rsidR="00C469C2" w:rsidRPr="000D65C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52E79F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3CA66F9" w14:textId="77777777" w:rsidTr="00A2047D">
        <w:tc>
          <w:tcPr>
            <w:tcW w:w="1163" w:type="dxa"/>
          </w:tcPr>
          <w:p w14:paraId="130A818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517EEE3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523441F2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39D2C5B1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65F6FCE7" w14:textId="77777777" w:rsidR="0020639C" w:rsidRPr="00735DE7" w:rsidRDefault="0020639C" w:rsidP="00157D48"/>
        </w:tc>
        <w:tc>
          <w:tcPr>
            <w:tcW w:w="6713" w:type="dxa"/>
          </w:tcPr>
          <w:p w14:paraId="4F510F7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89E1CCD" w14:textId="77777777" w:rsidTr="00A2047D">
        <w:tc>
          <w:tcPr>
            <w:tcW w:w="1163" w:type="dxa"/>
          </w:tcPr>
          <w:p w14:paraId="36DD4123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118BE1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0D418B85" w14:textId="77777777" w:rsidR="0020639C" w:rsidRPr="00735DE7" w:rsidRDefault="0020639C" w:rsidP="00157D48"/>
        </w:tc>
        <w:tc>
          <w:tcPr>
            <w:tcW w:w="142" w:type="dxa"/>
          </w:tcPr>
          <w:p w14:paraId="269216E7" w14:textId="77777777" w:rsidR="0020639C" w:rsidRPr="00735DE7" w:rsidRDefault="0020639C" w:rsidP="00157D48"/>
        </w:tc>
        <w:tc>
          <w:tcPr>
            <w:tcW w:w="142" w:type="dxa"/>
          </w:tcPr>
          <w:p w14:paraId="4D856E7D" w14:textId="77777777" w:rsidR="0020639C" w:rsidRPr="00735DE7" w:rsidRDefault="0020639C" w:rsidP="00157D48"/>
        </w:tc>
        <w:tc>
          <w:tcPr>
            <w:tcW w:w="6713" w:type="dxa"/>
          </w:tcPr>
          <w:p w14:paraId="12EC91B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44795680" w14:textId="77777777" w:rsidTr="00A2047D">
        <w:tc>
          <w:tcPr>
            <w:tcW w:w="1163" w:type="dxa"/>
          </w:tcPr>
          <w:p w14:paraId="04C3B4BA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2F8E549" w14:textId="77777777" w:rsidR="0020639C" w:rsidRPr="00735DE7" w:rsidRDefault="009C7952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18117B0" w14:textId="77777777" w:rsidR="0020639C" w:rsidRPr="00735DE7" w:rsidRDefault="0020639C" w:rsidP="00157D48"/>
        </w:tc>
        <w:tc>
          <w:tcPr>
            <w:tcW w:w="142" w:type="dxa"/>
          </w:tcPr>
          <w:p w14:paraId="50765935" w14:textId="77777777" w:rsidR="0020639C" w:rsidRPr="00735DE7" w:rsidRDefault="0020639C" w:rsidP="00157D48"/>
        </w:tc>
        <w:tc>
          <w:tcPr>
            <w:tcW w:w="142" w:type="dxa"/>
          </w:tcPr>
          <w:p w14:paraId="67492EC7" w14:textId="77777777" w:rsidR="0020639C" w:rsidRPr="00735DE7" w:rsidRDefault="0020639C" w:rsidP="00157D48"/>
        </w:tc>
        <w:tc>
          <w:tcPr>
            <w:tcW w:w="6713" w:type="dxa"/>
          </w:tcPr>
          <w:p w14:paraId="7D947C81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 w:rsidR="009C7952">
              <w:rPr>
                <w:rFonts w:ascii="Arial" w:hAnsi="Arial"/>
              </w:rPr>
              <w:t>, verticaal gemonteerd</w:t>
            </w:r>
            <w:r>
              <w:rPr>
                <w:rFonts w:ascii="Arial" w:hAnsi="Arial"/>
              </w:rPr>
              <w:t>)</w:t>
            </w:r>
          </w:p>
        </w:tc>
      </w:tr>
      <w:tr w:rsidR="009C7952" w:rsidRPr="00292A26" w14:paraId="5A226213" w14:textId="77777777" w:rsidTr="00A2047D">
        <w:tc>
          <w:tcPr>
            <w:tcW w:w="1163" w:type="dxa"/>
          </w:tcPr>
          <w:p w14:paraId="7DF84D3B" w14:textId="77777777" w:rsidR="009C7952" w:rsidRPr="00292A26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39B7BD61" w14:textId="77777777" w:rsidR="009C7952" w:rsidRDefault="009C7952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85" w:type="dxa"/>
          </w:tcPr>
          <w:p w14:paraId="58E91046" w14:textId="77777777" w:rsidR="009C7952" w:rsidRPr="00735DE7" w:rsidRDefault="009C7952" w:rsidP="00157D48"/>
        </w:tc>
        <w:tc>
          <w:tcPr>
            <w:tcW w:w="142" w:type="dxa"/>
          </w:tcPr>
          <w:p w14:paraId="002225B3" w14:textId="77777777" w:rsidR="009C7952" w:rsidRPr="00735DE7" w:rsidRDefault="009C7952" w:rsidP="00157D48"/>
        </w:tc>
        <w:tc>
          <w:tcPr>
            <w:tcW w:w="142" w:type="dxa"/>
          </w:tcPr>
          <w:p w14:paraId="390CF674" w14:textId="77777777" w:rsidR="009C7952" w:rsidRPr="00735DE7" w:rsidRDefault="009C7952" w:rsidP="00157D48"/>
        </w:tc>
        <w:tc>
          <w:tcPr>
            <w:tcW w:w="6713" w:type="dxa"/>
          </w:tcPr>
          <w:p w14:paraId="4157A359" w14:textId="77777777" w:rsidR="009C7952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(met inbegrip van de afvoerbocht, horizontaal gemonteerd)</w:t>
            </w:r>
          </w:p>
        </w:tc>
      </w:tr>
    </w:tbl>
    <w:p w14:paraId="74195D7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C22E9DC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</w:t>
      </w:r>
      <w:r w:rsidR="007E0B03">
        <w:rPr>
          <w:rFonts w:ascii="Arial" w:hAnsi="Arial"/>
        </w:rPr>
        <w:t>7</w:t>
      </w:r>
      <w:r w:rsidRPr="00292A26">
        <w:rPr>
          <w:rFonts w:ascii="Arial" w:hAnsi="Arial"/>
        </w:rPr>
        <w:t xml:space="preserve"> en 20 cm (zonder afwerkingsplaten)</w:t>
      </w:r>
    </w:p>
    <w:p w14:paraId="327251B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6B6E866" w14:textId="77777777" w:rsidR="00985889" w:rsidRPr="00985889" w:rsidRDefault="00985889" w:rsidP="00985889">
      <w:pPr>
        <w:pStyle w:val="Bulleted1"/>
        <w:rPr>
          <w:rFonts w:ascii="Arial" w:hAnsi="Arial"/>
        </w:rPr>
      </w:pPr>
      <w:bookmarkStart w:id="5" w:name="_Hlk37162364"/>
      <w:r>
        <w:rPr>
          <w:rFonts w:ascii="Arial" w:hAnsi="Arial"/>
        </w:rPr>
        <w:t xml:space="preserve">verlenging voor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>
        <w:rPr>
          <w:rFonts w:ascii="Arial" w:hAnsi="Arial"/>
        </w:rPr>
        <w:t xml:space="preserve">, </w:t>
      </w:r>
      <w:r w:rsidRPr="001971F2">
        <w:t>bestaat uit</w:t>
      </w:r>
      <w:r>
        <w:t xml:space="preserve"> </w:t>
      </w:r>
      <w:r w:rsidRPr="001971F2">
        <w:t xml:space="preserve">2 draadstangen M10 met mof om de </w:t>
      </w:r>
      <w:proofErr w:type="spellStart"/>
      <w:r w:rsidRPr="001971F2">
        <w:t>muurbevestingsset</w:t>
      </w:r>
      <w:proofErr w:type="spellEnd"/>
      <w:r w:rsidRPr="001971F2">
        <w:t xml:space="preserve"> te verlengen met 20 cm</w:t>
      </w:r>
    </w:p>
    <w:p w14:paraId="11FE6CFF" w14:textId="77777777" w:rsidR="002015BB" w:rsidRDefault="002015BB" w:rsidP="00985889">
      <w:pPr>
        <w:pStyle w:val="Bulleted1"/>
        <w:rPr>
          <w:rFonts w:ascii="Arial" w:hAnsi="Arial"/>
        </w:rPr>
      </w:pPr>
      <w:bookmarkStart w:id="6" w:name="_Hlk37163260"/>
      <w:bookmarkEnd w:id="5"/>
      <w:proofErr w:type="spellStart"/>
      <w:r>
        <w:rPr>
          <w:rFonts w:ascii="Arial" w:hAnsi="Arial"/>
        </w:rPr>
        <w:t>afwerkset</w:t>
      </w:r>
      <w:proofErr w:type="spellEnd"/>
      <w:r>
        <w:rPr>
          <w:rFonts w:ascii="Arial" w:hAnsi="Arial"/>
        </w:rPr>
        <w:t xml:space="preserve"> die de opening achter de wc-pot, afkomstig van de afvoer- en toevoerbocht door de hoogteregeling van de wc-pot, bedekt; ze is samengesteld uit een afdekplaat van roestvrij staal met 2 geluidsisolatiematten en hulzen</w:t>
      </w:r>
    </w:p>
    <w:bookmarkEnd w:id="6"/>
    <w:p w14:paraId="68A8213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510209E" w14:textId="789F56DB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3D3FCCF" w14:textId="46963E62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CE3FD63" w14:textId="4152C09E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B45148" w14:textId="149342F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7CBDF1" w14:textId="7C8FB9F0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0DD21E7" w14:textId="7777777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CD03E1" w14:textId="63B5278B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A58B10" w14:textId="77777777" w:rsidR="00AE52C3" w:rsidRPr="000B2641" w:rsidRDefault="00AE52C3" w:rsidP="00AE52C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38D4B643" w14:textId="77777777" w:rsidR="00AE52C3" w:rsidRDefault="00AE52C3" w:rsidP="00AE52C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360ECD3" w14:textId="77777777" w:rsidR="00AE52C3" w:rsidRPr="000B2641" w:rsidRDefault="00AE52C3" w:rsidP="00AE52C3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486A353E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2D895627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08BAECB7" w14:textId="77777777" w:rsidR="00AE52C3" w:rsidRPr="00374722" w:rsidRDefault="00AE52C3" w:rsidP="00AE52C3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0617D418" w14:textId="77777777" w:rsidR="00AE52C3" w:rsidRPr="00B64DD5" w:rsidRDefault="00AE52C3" w:rsidP="00AE52C3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304541" w14:textId="77777777" w:rsidR="00AE52C3" w:rsidRPr="00981C24" w:rsidRDefault="00AE52C3" w:rsidP="00AE52C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5DDB2B7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1E0A19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C761EF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A8F11A6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DA4C30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4DAC67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FBFA9F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18CAA598" w14:textId="77777777" w:rsidR="00AE52C3" w:rsidRPr="00FB5AEC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313F6733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866E51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E6FB431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E6099EA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AFD5EE1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52DB268" w14:textId="77777777" w:rsidR="00AE52C3" w:rsidRPr="00AA32BA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522235C" w14:textId="77777777" w:rsidR="00AE52C3" w:rsidRPr="00D23943" w:rsidRDefault="00AE52C3" w:rsidP="00AE52C3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9B369B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2EAB37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0F2F7D3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41A4A9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FAB92AF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4274700" w14:textId="77777777" w:rsidR="00AE52C3" w:rsidRPr="007704EC" w:rsidRDefault="00AE52C3" w:rsidP="00AE52C3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1DB958F" w14:textId="77777777" w:rsidR="00AE52C3" w:rsidRPr="005A7699" w:rsidRDefault="00AE52C3" w:rsidP="00AE52C3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053829" w14:textId="77777777" w:rsidR="00AE52C3" w:rsidRPr="00475F84" w:rsidRDefault="00AE52C3" w:rsidP="00AE52C3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534852FC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8A48270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A2CC3F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22662323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35EB1E2" w14:textId="77777777" w:rsidR="00AE52C3" w:rsidRPr="00821A1F" w:rsidRDefault="00AE52C3" w:rsidP="00AE52C3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22DAFF79" w14:textId="77777777" w:rsidR="00AE52C3" w:rsidRDefault="00AE52C3" w:rsidP="00AE52C3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6878CAA" w14:textId="77777777" w:rsidR="00AE52C3" w:rsidRPr="005D2504" w:rsidRDefault="00AE52C3" w:rsidP="00AE52C3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592C2914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0E30BD82" w14:textId="5D251A26" w:rsidR="00AE52C3" w:rsidRDefault="00AE52C3" w:rsidP="00AE52C3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EE2E48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AE52C3" w:rsidRPr="002F1F73" w14:paraId="4B4199D2" w14:textId="77777777" w:rsidTr="00C74EFF">
        <w:tc>
          <w:tcPr>
            <w:tcW w:w="1163" w:type="dxa"/>
          </w:tcPr>
          <w:p w14:paraId="61656FF2" w14:textId="77777777" w:rsidR="00AE52C3" w:rsidRPr="002F1F73" w:rsidRDefault="00AE52C3" w:rsidP="00C74EF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B848895" w14:textId="77777777" w:rsidR="00AE52C3" w:rsidRPr="002F1F73" w:rsidRDefault="00AE52C3" w:rsidP="00C74EF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67884A8" w14:textId="77777777" w:rsidR="00AE52C3" w:rsidRPr="002F1F73" w:rsidRDefault="00AE52C3" w:rsidP="00C74EFF"/>
        </w:tc>
        <w:tc>
          <w:tcPr>
            <w:tcW w:w="142" w:type="dxa"/>
          </w:tcPr>
          <w:p w14:paraId="08861AA5" w14:textId="77777777" w:rsidR="00AE52C3" w:rsidRPr="002F1F73" w:rsidRDefault="00AE52C3" w:rsidP="00C74EFF"/>
        </w:tc>
        <w:tc>
          <w:tcPr>
            <w:tcW w:w="142" w:type="dxa"/>
          </w:tcPr>
          <w:p w14:paraId="1BB8D7ED" w14:textId="77777777" w:rsidR="00AE52C3" w:rsidRPr="002F1F73" w:rsidRDefault="00AE52C3" w:rsidP="00C74EFF"/>
        </w:tc>
        <w:tc>
          <w:tcPr>
            <w:tcW w:w="5300" w:type="dxa"/>
          </w:tcPr>
          <w:p w14:paraId="1D406A7A" w14:textId="77777777" w:rsidR="00AE52C3" w:rsidRPr="002F1F73" w:rsidRDefault="00AE52C3" w:rsidP="00C74EF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AE52C3" w:rsidRPr="00346C8E" w14:paraId="77081461" w14:textId="77777777" w:rsidTr="00C74EFF">
        <w:tc>
          <w:tcPr>
            <w:tcW w:w="1163" w:type="dxa"/>
          </w:tcPr>
          <w:p w14:paraId="2EB6DC6A" w14:textId="77777777" w:rsidR="00AE52C3" w:rsidRPr="00346C8E" w:rsidRDefault="00AE52C3" w:rsidP="00C74EF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832A128" w14:textId="77777777" w:rsidR="00AE52C3" w:rsidRPr="00346C8E" w:rsidRDefault="00AE52C3" w:rsidP="00C74EF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095D3C6C" w14:textId="77777777" w:rsidR="00AE52C3" w:rsidRPr="00346C8E" w:rsidRDefault="00AE52C3" w:rsidP="00C74EFF"/>
        </w:tc>
        <w:tc>
          <w:tcPr>
            <w:tcW w:w="142" w:type="dxa"/>
          </w:tcPr>
          <w:p w14:paraId="58E3BA3F" w14:textId="77777777" w:rsidR="00AE52C3" w:rsidRPr="00346C8E" w:rsidRDefault="00AE52C3" w:rsidP="00C74EFF"/>
        </w:tc>
        <w:tc>
          <w:tcPr>
            <w:tcW w:w="142" w:type="dxa"/>
          </w:tcPr>
          <w:p w14:paraId="336CF9E0" w14:textId="77777777" w:rsidR="00AE52C3" w:rsidRPr="00346C8E" w:rsidRDefault="00AE52C3" w:rsidP="00C74EFF"/>
        </w:tc>
        <w:tc>
          <w:tcPr>
            <w:tcW w:w="5300" w:type="dxa"/>
          </w:tcPr>
          <w:p w14:paraId="76BACAEE" w14:textId="77777777" w:rsidR="00AE52C3" w:rsidRPr="00346C8E" w:rsidRDefault="00AE52C3" w:rsidP="00C74EF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AE52C3" w:rsidRPr="00292A26" w14:paraId="1A6003B9" w14:textId="77777777" w:rsidTr="00C74EFF">
        <w:tc>
          <w:tcPr>
            <w:tcW w:w="1163" w:type="dxa"/>
          </w:tcPr>
          <w:p w14:paraId="0C02BA43" w14:textId="77777777" w:rsidR="00AE52C3" w:rsidRPr="00735DE7" w:rsidRDefault="00AE52C3" w:rsidP="00C74EF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FB05AE7" w14:textId="77777777" w:rsidR="00AE52C3" w:rsidRPr="00735DE7" w:rsidRDefault="00AE52C3" w:rsidP="00C74EF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0B9C4376" w14:textId="77777777" w:rsidR="00AE52C3" w:rsidRPr="00735DE7" w:rsidRDefault="00AE52C3" w:rsidP="00C74EFF"/>
        </w:tc>
        <w:tc>
          <w:tcPr>
            <w:tcW w:w="142" w:type="dxa"/>
          </w:tcPr>
          <w:p w14:paraId="04D4BCCB" w14:textId="77777777" w:rsidR="00AE52C3" w:rsidRPr="00735DE7" w:rsidRDefault="00AE52C3" w:rsidP="00C74EFF"/>
        </w:tc>
        <w:tc>
          <w:tcPr>
            <w:tcW w:w="142" w:type="dxa"/>
          </w:tcPr>
          <w:p w14:paraId="705B70B0" w14:textId="77777777" w:rsidR="00AE52C3" w:rsidRPr="00735DE7" w:rsidRDefault="00AE52C3" w:rsidP="00C74EFF"/>
        </w:tc>
        <w:tc>
          <w:tcPr>
            <w:tcW w:w="5300" w:type="dxa"/>
          </w:tcPr>
          <w:p w14:paraId="7EFF11EF" w14:textId="77777777" w:rsidR="00AE52C3" w:rsidRPr="00292A26" w:rsidRDefault="00AE52C3" w:rsidP="00C74EF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9FBDBDF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5069F2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EC344FD" w14:textId="77777777" w:rsidR="000C0EB2" w:rsidRPr="00AE52C3" w:rsidRDefault="000C0EB2" w:rsidP="00AE52C3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AE52C3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80358C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43A6864" w14:textId="77777777" w:rsidR="000C0EB2" w:rsidRPr="00A75548" w:rsidRDefault="005F4FDD" w:rsidP="006B1C47">
            <w:pPr>
              <w:jc w:val="center"/>
              <w:rPr>
                <w:rFonts w:ascii="Arial" w:hAnsi="Arial" w:cs="Arial"/>
              </w:rPr>
            </w:pPr>
            <w:bookmarkStart w:id="7" w:name="_Hlk36116982"/>
            <w:r>
              <w:rPr>
                <w:noProof/>
              </w:rPr>
              <w:drawing>
                <wp:inline distT="0" distB="0" distL="0" distR="0" wp14:anchorId="59D9550C" wp14:editId="0A7B321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C38CF0" w14:textId="77777777" w:rsidR="000C0EB2" w:rsidRPr="00A75548" w:rsidRDefault="009B02C6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C6BEE23" wp14:editId="31FEF842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02870A" w14:textId="77777777" w:rsidR="000C0EB2" w:rsidRPr="00A75548" w:rsidRDefault="009B02C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608124" wp14:editId="535617E4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7"/>
    <w:p w14:paraId="3371DBC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20A3E16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4DFC9A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EAF9AB3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4822" w14:textId="77777777" w:rsidR="0077474B" w:rsidRDefault="0077474B">
      <w:r>
        <w:separator/>
      </w:r>
    </w:p>
  </w:endnote>
  <w:endnote w:type="continuationSeparator" w:id="0">
    <w:p w14:paraId="1A921AF1" w14:textId="77777777" w:rsidR="0077474B" w:rsidRDefault="0077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4709543" w14:textId="77777777">
      <w:tc>
        <w:tcPr>
          <w:tcW w:w="3392" w:type="dxa"/>
        </w:tcPr>
        <w:p w14:paraId="19FD9FF2" w14:textId="664B961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86B6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1EDCC4D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AC36118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E1AE003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88767" w14:textId="77777777" w:rsidR="0077474B" w:rsidRDefault="0077474B">
      <w:r>
        <w:separator/>
      </w:r>
    </w:p>
  </w:footnote>
  <w:footnote w:type="continuationSeparator" w:id="0">
    <w:p w14:paraId="4E9F4BDD" w14:textId="77777777" w:rsidR="0077474B" w:rsidRDefault="0077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1845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CB32738" wp14:editId="4FF4483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FFB71" w14:textId="77777777" w:rsidR="00A872AE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 xml:space="preserve">, </w:t>
    </w:r>
    <w:r w:rsidR="00A872AE">
      <w:rPr>
        <w:rFonts w:ascii="Arial" w:hAnsi="Arial"/>
        <w:b/>
      </w:rPr>
      <w:t xml:space="preserve">wc in hoogte </w:t>
    </w:r>
  </w:p>
  <w:p w14:paraId="42ADEA1A" w14:textId="77777777" w:rsidR="007C7FFA" w:rsidRPr="00B64DD5" w:rsidRDefault="00A872A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instelbaar, </w:t>
    </w:r>
    <w:r w:rsidR="009A6132">
      <w:rPr>
        <w:rFonts w:ascii="Arial" w:hAnsi="Arial"/>
        <w:b/>
      </w:rPr>
      <w:t>111.3</w:t>
    </w:r>
    <w:r w:rsidR="0033287A">
      <w:rPr>
        <w:rFonts w:ascii="Arial" w:hAnsi="Arial"/>
        <w:b/>
      </w:rPr>
      <w:t>96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C6C76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8683517">
    <w:abstractNumId w:val="16"/>
  </w:num>
  <w:num w:numId="2" w16cid:durableId="856308436">
    <w:abstractNumId w:val="22"/>
  </w:num>
  <w:num w:numId="3" w16cid:durableId="976422431">
    <w:abstractNumId w:val="4"/>
  </w:num>
  <w:num w:numId="4" w16cid:durableId="1697584743">
    <w:abstractNumId w:val="3"/>
  </w:num>
  <w:num w:numId="5" w16cid:durableId="2004579847">
    <w:abstractNumId w:val="13"/>
  </w:num>
  <w:num w:numId="6" w16cid:durableId="1299873216">
    <w:abstractNumId w:val="15"/>
  </w:num>
  <w:num w:numId="7" w16cid:durableId="1832208463">
    <w:abstractNumId w:val="6"/>
  </w:num>
  <w:num w:numId="8" w16cid:durableId="1990746735">
    <w:abstractNumId w:val="19"/>
  </w:num>
  <w:num w:numId="9" w16cid:durableId="1542017689">
    <w:abstractNumId w:val="25"/>
  </w:num>
  <w:num w:numId="10" w16cid:durableId="2059863093">
    <w:abstractNumId w:val="2"/>
  </w:num>
  <w:num w:numId="11" w16cid:durableId="965160411">
    <w:abstractNumId w:val="12"/>
  </w:num>
  <w:num w:numId="12" w16cid:durableId="134416016">
    <w:abstractNumId w:val="11"/>
  </w:num>
  <w:num w:numId="13" w16cid:durableId="1731268757">
    <w:abstractNumId w:val="24"/>
  </w:num>
  <w:num w:numId="14" w16cid:durableId="1376002765">
    <w:abstractNumId w:val="7"/>
  </w:num>
  <w:num w:numId="15" w16cid:durableId="573011586">
    <w:abstractNumId w:val="0"/>
  </w:num>
  <w:num w:numId="16" w16cid:durableId="2092385913">
    <w:abstractNumId w:val="10"/>
  </w:num>
  <w:num w:numId="17" w16cid:durableId="248589190">
    <w:abstractNumId w:val="5"/>
  </w:num>
  <w:num w:numId="18" w16cid:durableId="1372338721">
    <w:abstractNumId w:val="20"/>
  </w:num>
  <w:num w:numId="19" w16cid:durableId="1686513379">
    <w:abstractNumId w:val="21"/>
  </w:num>
  <w:num w:numId="20" w16cid:durableId="607658896">
    <w:abstractNumId w:val="18"/>
  </w:num>
  <w:num w:numId="21" w16cid:durableId="634605721">
    <w:abstractNumId w:val="17"/>
  </w:num>
  <w:num w:numId="22" w16cid:durableId="1376656703">
    <w:abstractNumId w:val="14"/>
  </w:num>
  <w:num w:numId="23" w16cid:durableId="837965238">
    <w:abstractNumId w:val="23"/>
  </w:num>
  <w:num w:numId="24" w16cid:durableId="714895566">
    <w:abstractNumId w:val="8"/>
  </w:num>
  <w:num w:numId="25" w16cid:durableId="1380517757">
    <w:abstractNumId w:val="9"/>
  </w:num>
  <w:num w:numId="26" w16cid:durableId="404962062">
    <w:abstractNumId w:val="1"/>
  </w:num>
  <w:num w:numId="27" w16cid:durableId="82535218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138891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1844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33D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65C9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E2F"/>
    <w:rsid w:val="001F69E2"/>
    <w:rsid w:val="001F71C1"/>
    <w:rsid w:val="002015BB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287A"/>
    <w:rsid w:val="00333378"/>
    <w:rsid w:val="003375FF"/>
    <w:rsid w:val="00341781"/>
    <w:rsid w:val="00342B9F"/>
    <w:rsid w:val="0034514D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9643F"/>
    <w:rsid w:val="003A0EBE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53EB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4CF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31B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FDD"/>
    <w:rsid w:val="005F5F37"/>
    <w:rsid w:val="005F688C"/>
    <w:rsid w:val="005F7E38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74B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5889"/>
    <w:rsid w:val="00991542"/>
    <w:rsid w:val="0099290F"/>
    <w:rsid w:val="00993A0B"/>
    <w:rsid w:val="00993A68"/>
    <w:rsid w:val="009A1CC1"/>
    <w:rsid w:val="009A1F47"/>
    <w:rsid w:val="009A4167"/>
    <w:rsid w:val="009A4825"/>
    <w:rsid w:val="009A5F33"/>
    <w:rsid w:val="009A6132"/>
    <w:rsid w:val="009B02C6"/>
    <w:rsid w:val="009B11CA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952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2752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872AE"/>
    <w:rsid w:val="00A918C5"/>
    <w:rsid w:val="00A94B6B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E52C3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10F3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4D49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3F10"/>
    <w:rsid w:val="00F27C04"/>
    <w:rsid w:val="00F30601"/>
    <w:rsid w:val="00F322D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0E7C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86B68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2E5B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3D2EC17-BCC2-48FD-9FBD-732098EF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4D4349-F268-43CE-90B4-9D26F71ACE18}"/>
</file>

<file path=customXml/itemProps3.xml><?xml version="1.0" encoding="utf-8"?>
<ds:datastoreItem xmlns:ds="http://schemas.openxmlformats.org/officeDocument/2006/customXml" ds:itemID="{05BFA484-1760-4698-A7ED-D81DB24DCF3B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4</Pages>
  <Words>1095</Words>
  <Characters>6394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2023-12-20T09:00:00Z</dcterms:created>
  <dcterms:modified xsi:type="dcterms:W3CDTF">2023-12-20T09:43:00Z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